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C981F-7ABB-4EC1-A4C9-92BBC8A145B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